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DC6711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DC6711" w:rsidRPr="00DC6711">
          <w:rPr>
            <w:rStyle w:val="a9"/>
          </w:rPr>
          <w:t>Открытое акционерное общество "ЭНЕРГИЯ-ТЕНЗОР"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3118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063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3118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063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3118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63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C671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C671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</w:t>
            </w:r>
            <w:r w:rsidRPr="004654AF">
              <w:rPr>
                <w:color w:val="000000"/>
                <w:sz w:val="20"/>
              </w:rPr>
              <w:t>о</w:t>
            </w:r>
            <w:r w:rsidRPr="004654AF">
              <w:rPr>
                <w:color w:val="000000"/>
                <w:sz w:val="20"/>
              </w:rPr>
              <w:t>мер р</w:t>
            </w:r>
            <w:r w:rsidRPr="004654AF">
              <w:rPr>
                <w:color w:val="000000"/>
                <w:sz w:val="20"/>
              </w:rPr>
              <w:t>а</w:t>
            </w:r>
            <w:r w:rsidRPr="004654AF">
              <w:rPr>
                <w:color w:val="000000"/>
                <w:sz w:val="20"/>
              </w:rPr>
              <w:t>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</w:t>
            </w:r>
            <w:r w:rsidRPr="00F06873">
              <w:rPr>
                <w:color w:val="000000"/>
                <w:sz w:val="16"/>
                <w:szCs w:val="16"/>
              </w:rPr>
              <w:t>ф</w:t>
            </w:r>
            <w:r w:rsidRPr="00F06873">
              <w:rPr>
                <w:color w:val="000000"/>
                <w:sz w:val="16"/>
                <w:szCs w:val="16"/>
              </w:rPr>
              <w:t>фективного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 xml:space="preserve">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Pr="00F06873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F06873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Pr="00F06873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01. 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Pr="00F06873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Генеральный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Pr="00F06873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Главный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Заместитель генерального д</w:t>
            </w:r>
            <w:r w:rsidRPr="00DC6711">
              <w:rPr>
                <w:sz w:val="18"/>
                <w:szCs w:val="18"/>
              </w:rPr>
              <w:t>и</w:t>
            </w:r>
            <w:r w:rsidRPr="00DC6711">
              <w:rPr>
                <w:sz w:val="18"/>
                <w:szCs w:val="18"/>
              </w:rPr>
              <w:t>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Заместитель главного инжен</w:t>
            </w:r>
            <w:r w:rsidRPr="00DC6711">
              <w:rPr>
                <w:sz w:val="18"/>
                <w:szCs w:val="18"/>
              </w:rPr>
              <w:t>е</w:t>
            </w:r>
            <w:r w:rsidRPr="00DC6711">
              <w:rPr>
                <w:sz w:val="18"/>
                <w:szCs w:val="18"/>
              </w:rPr>
              <w:t>ра по ремонту и эксплуатации зданий и сооружений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058.01.005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Секретарь-машинистка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(058.01.005А)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Секретарь-машинистка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сварочной лабор</w:t>
            </w:r>
            <w:r w:rsidRPr="00DC6711">
              <w:rPr>
                <w:sz w:val="18"/>
                <w:szCs w:val="18"/>
              </w:rPr>
              <w:t>а</w:t>
            </w:r>
            <w:r w:rsidRPr="00DC6711">
              <w:rPr>
                <w:sz w:val="18"/>
                <w:szCs w:val="18"/>
              </w:rPr>
              <w:t>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Специалист по подготовке и проведению конкурентных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Корпоративный секретарь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отдела по работе с персоналом и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Табельщик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Заведующий канцелярией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Инспектор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058.01.016 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02. Экономический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058.02.017 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экономического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058.02.018 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058.02.019 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03. ПТО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058.03.020 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 xml:space="preserve">Заместитель главного </w:t>
            </w:r>
            <w:proofErr w:type="spellStart"/>
            <w:proofErr w:type="gramStart"/>
            <w:r w:rsidRPr="00DC6711">
              <w:rPr>
                <w:sz w:val="18"/>
                <w:szCs w:val="18"/>
              </w:rPr>
              <w:t>инжен</w:t>
            </w:r>
            <w:r w:rsidRPr="00DC6711">
              <w:rPr>
                <w:sz w:val="18"/>
                <w:szCs w:val="18"/>
              </w:rPr>
              <w:t>е</w:t>
            </w:r>
            <w:r w:rsidRPr="00DC6711">
              <w:rPr>
                <w:sz w:val="18"/>
                <w:szCs w:val="18"/>
              </w:rPr>
              <w:t>ра-начальник</w:t>
            </w:r>
            <w:proofErr w:type="spellEnd"/>
            <w:proofErr w:type="gramEnd"/>
            <w:r w:rsidRPr="00DC6711">
              <w:rPr>
                <w:sz w:val="18"/>
                <w:szCs w:val="18"/>
              </w:rPr>
              <w:t xml:space="preserve"> ПТО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058.03.021 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 по надзору и эк</w:t>
            </w:r>
            <w:r w:rsidRPr="00DC6711">
              <w:rPr>
                <w:sz w:val="18"/>
                <w:szCs w:val="18"/>
              </w:rPr>
              <w:t>с</w:t>
            </w:r>
            <w:r w:rsidRPr="00DC6711">
              <w:rPr>
                <w:sz w:val="18"/>
                <w:szCs w:val="18"/>
              </w:rPr>
              <w:t>плуатации теплотехнического оборудования (1 категории)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058.03.022 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 по надзору и эк</w:t>
            </w:r>
            <w:r w:rsidRPr="00DC6711">
              <w:rPr>
                <w:sz w:val="18"/>
                <w:szCs w:val="18"/>
              </w:rPr>
              <w:t>с</w:t>
            </w:r>
            <w:r w:rsidRPr="00DC6711">
              <w:rPr>
                <w:sz w:val="18"/>
                <w:szCs w:val="18"/>
              </w:rPr>
              <w:t>плуатации теплотехнического об</w:t>
            </w:r>
            <w:r w:rsidRPr="00DC6711">
              <w:rPr>
                <w:sz w:val="18"/>
                <w:szCs w:val="18"/>
              </w:rPr>
              <w:t>о</w:t>
            </w:r>
            <w:r w:rsidRPr="00DC6711">
              <w:rPr>
                <w:sz w:val="18"/>
                <w:szCs w:val="18"/>
              </w:rPr>
              <w:t>рудования (2 категории)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058.03.023 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 по надзору и эк</w:t>
            </w:r>
            <w:r w:rsidRPr="00DC6711">
              <w:rPr>
                <w:sz w:val="18"/>
                <w:szCs w:val="18"/>
              </w:rPr>
              <w:t>с</w:t>
            </w:r>
            <w:r w:rsidRPr="00DC6711">
              <w:rPr>
                <w:sz w:val="18"/>
                <w:szCs w:val="18"/>
              </w:rPr>
              <w:t>плуатации теплотехнического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058.03.02</w:t>
            </w:r>
            <w:r>
              <w:rPr>
                <w:sz w:val="18"/>
                <w:szCs w:val="18"/>
              </w:rPr>
              <w:lastRenderedPageBreak/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lastRenderedPageBreak/>
              <w:t>Инженер по надзору и эк</w:t>
            </w:r>
            <w:r w:rsidRPr="00DC6711">
              <w:rPr>
                <w:sz w:val="18"/>
                <w:szCs w:val="18"/>
              </w:rPr>
              <w:t>с</w:t>
            </w:r>
            <w:r w:rsidRPr="00DC6711">
              <w:rPr>
                <w:sz w:val="18"/>
                <w:szCs w:val="18"/>
              </w:rPr>
              <w:lastRenderedPageBreak/>
              <w:t>плуатации сантехнического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058.03.025 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 по надзору и эк</w:t>
            </w:r>
            <w:r w:rsidRPr="00DC6711">
              <w:rPr>
                <w:sz w:val="18"/>
                <w:szCs w:val="18"/>
              </w:rPr>
              <w:t>с</w:t>
            </w:r>
            <w:r w:rsidRPr="00DC6711">
              <w:rPr>
                <w:sz w:val="18"/>
                <w:szCs w:val="18"/>
              </w:rPr>
              <w:t>плуатации электротехническ</w:t>
            </w:r>
            <w:r w:rsidRPr="00DC6711">
              <w:rPr>
                <w:sz w:val="18"/>
                <w:szCs w:val="18"/>
              </w:rPr>
              <w:t>о</w:t>
            </w:r>
            <w:r w:rsidRPr="00DC6711">
              <w:rPr>
                <w:sz w:val="18"/>
                <w:szCs w:val="18"/>
              </w:rPr>
              <w:t xml:space="preserve">го оборудования и </w:t>
            </w:r>
            <w:proofErr w:type="spellStart"/>
            <w:r w:rsidRPr="00DC6711">
              <w:rPr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058.03.026 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 по проектно-сметной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058.03.027 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proofErr w:type="gramStart"/>
            <w:r w:rsidRPr="00DC6711">
              <w:rPr>
                <w:sz w:val="18"/>
                <w:szCs w:val="18"/>
              </w:rPr>
              <w:t>Ведущий инженер по ОТ и ПБ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04. Бухгалтерия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058.04.028 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058.04.029 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Заместитель главного бухга</w:t>
            </w:r>
            <w:r w:rsidRPr="00DC6711">
              <w:rPr>
                <w:sz w:val="18"/>
                <w:szCs w:val="18"/>
              </w:rPr>
              <w:t>л</w:t>
            </w:r>
            <w:r w:rsidRPr="00DC6711">
              <w:rPr>
                <w:sz w:val="18"/>
                <w:szCs w:val="18"/>
              </w:rPr>
              <w:t>тера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058.04.030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058.04.031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(058.04.030А)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058.04.032 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058.04.033 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Бухгалтер-кассир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058.04.034 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Бухгалтер (2 категории)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05. Отдел реализации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058.05.035 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отдела реализации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058.05.036 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Техник по учету (2 категории)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058.05.037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Экономист по сбыту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058.05.038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(058.05.037А)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Экономист по сбыту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058.05.039 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Техник по учету (1 категории)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058.05.040 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Ведущий инженер-экономист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058.05.041 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058.05.042 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Инженер-экономист (2 катег</w:t>
            </w:r>
            <w:r w:rsidRPr="00DC6711">
              <w:rPr>
                <w:sz w:val="18"/>
                <w:szCs w:val="18"/>
              </w:rPr>
              <w:t>о</w:t>
            </w:r>
            <w:r w:rsidRPr="00DC6711">
              <w:rPr>
                <w:sz w:val="18"/>
                <w:szCs w:val="18"/>
              </w:rPr>
              <w:t>рии)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058.05.043 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06. Отдел ОМТС и ХО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отдела снабжения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Заведующий хозяйством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 по комплектации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Исполнитель художественно-оформительских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Кладовщик инструментальной кладовой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Рабочий по комплексному о</w:t>
            </w:r>
            <w:r w:rsidRPr="00DC6711">
              <w:rPr>
                <w:sz w:val="18"/>
                <w:szCs w:val="18"/>
              </w:rPr>
              <w:t>б</w:t>
            </w:r>
            <w:r w:rsidRPr="00DC6711">
              <w:rPr>
                <w:sz w:val="18"/>
                <w:szCs w:val="18"/>
              </w:rPr>
              <w:t>служиванию и ремонту зданий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058.06.053 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Уборщик территорий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07. Отдел программирования и электронной техники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058.07.054 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отдела программ</w:t>
            </w:r>
            <w:r w:rsidRPr="00DC6711">
              <w:rPr>
                <w:sz w:val="18"/>
                <w:szCs w:val="18"/>
              </w:rPr>
              <w:t>и</w:t>
            </w:r>
            <w:r w:rsidRPr="00DC6711">
              <w:rPr>
                <w:sz w:val="18"/>
                <w:szCs w:val="18"/>
              </w:rPr>
              <w:t>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08. Теплотехническое прои</w:t>
            </w:r>
            <w:r w:rsidRPr="00DC6711">
              <w:rPr>
                <w:b/>
                <w:sz w:val="18"/>
                <w:szCs w:val="18"/>
              </w:rPr>
              <w:t>з</w:t>
            </w:r>
            <w:r w:rsidRPr="00DC6711">
              <w:rPr>
                <w:b/>
                <w:sz w:val="18"/>
                <w:szCs w:val="18"/>
              </w:rPr>
              <w:t>водство №11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участка котельной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Механик котельной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Энергетик котельной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 по наладке и испыт</w:t>
            </w:r>
            <w:r w:rsidRPr="00DC6711">
              <w:rPr>
                <w:sz w:val="18"/>
                <w:szCs w:val="18"/>
              </w:rPr>
              <w:t>а</w:t>
            </w:r>
            <w:r w:rsidRPr="00DC6711">
              <w:rPr>
                <w:sz w:val="18"/>
                <w:szCs w:val="18"/>
              </w:rPr>
              <w:t>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Инженер-технолог котельной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Секретарь-машинистка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Инженер по охране окружа</w:t>
            </w:r>
            <w:r w:rsidRPr="00DC6711">
              <w:rPr>
                <w:sz w:val="18"/>
                <w:szCs w:val="18"/>
              </w:rPr>
              <w:t>ю</w:t>
            </w:r>
            <w:r w:rsidRPr="00DC6711">
              <w:rPr>
                <w:sz w:val="18"/>
                <w:szCs w:val="18"/>
              </w:rPr>
              <w:t>щей среды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058.08.064 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Электромонтер по ремонту и обслуживанию электрообор</w:t>
            </w:r>
            <w:r w:rsidRPr="00DC6711">
              <w:rPr>
                <w:sz w:val="18"/>
                <w:szCs w:val="18"/>
              </w:rPr>
              <w:t>у</w:t>
            </w:r>
            <w:r w:rsidRPr="00DC6711">
              <w:rPr>
                <w:sz w:val="18"/>
                <w:szCs w:val="18"/>
              </w:rPr>
              <w:lastRenderedPageBreak/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058.08.065 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Электромонтер по ремонту и обслуживанию электрообор</w:t>
            </w:r>
            <w:r w:rsidRPr="00DC6711">
              <w:rPr>
                <w:sz w:val="18"/>
                <w:szCs w:val="18"/>
              </w:rPr>
              <w:t>у</w:t>
            </w:r>
            <w:r w:rsidRPr="00DC6711"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09. Электротехнический цех №12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электротехнической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Распределитель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Электромонтер по ремонту и обслуживанию электрообор</w:t>
            </w:r>
            <w:r w:rsidRPr="00DC6711">
              <w:rPr>
                <w:sz w:val="18"/>
                <w:szCs w:val="18"/>
              </w:rPr>
              <w:t>у</w:t>
            </w:r>
            <w:r w:rsidRPr="00DC6711"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Электромонтер по ремонту и обслуживанию электрообор</w:t>
            </w:r>
            <w:r w:rsidRPr="00DC6711">
              <w:rPr>
                <w:sz w:val="18"/>
                <w:szCs w:val="18"/>
              </w:rPr>
              <w:t>у</w:t>
            </w:r>
            <w:r w:rsidRPr="00DC6711"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Электромонтер по ремонту и обслуживанию электрообор</w:t>
            </w:r>
            <w:r w:rsidRPr="00DC6711">
              <w:rPr>
                <w:sz w:val="18"/>
                <w:szCs w:val="18"/>
              </w:rPr>
              <w:t>у</w:t>
            </w:r>
            <w:r w:rsidRPr="00DC6711"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058.09.075 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Электромонтер по ремонту и обслуживанию электрообор</w:t>
            </w:r>
            <w:r w:rsidRPr="00DC6711">
              <w:rPr>
                <w:sz w:val="18"/>
                <w:szCs w:val="18"/>
              </w:rPr>
              <w:t>у</w:t>
            </w:r>
            <w:r w:rsidRPr="00DC6711"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10. Энерготехнический цех №14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Заместитель 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058.10.08</w:t>
            </w:r>
            <w:r>
              <w:rPr>
                <w:sz w:val="18"/>
                <w:szCs w:val="18"/>
              </w:rPr>
              <w:lastRenderedPageBreak/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lastRenderedPageBreak/>
              <w:t>Распределитель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058.10.084 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Монтажник наружных труб</w:t>
            </w:r>
            <w:r w:rsidRPr="00DC6711">
              <w:rPr>
                <w:sz w:val="18"/>
                <w:szCs w:val="18"/>
              </w:rPr>
              <w:t>о</w:t>
            </w:r>
            <w:r w:rsidRPr="00DC6711">
              <w:rPr>
                <w:sz w:val="18"/>
                <w:szCs w:val="18"/>
              </w:rPr>
              <w:t>проводов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Слесарь по ремонту и обсл</w:t>
            </w:r>
            <w:r w:rsidRPr="00DC6711">
              <w:rPr>
                <w:sz w:val="18"/>
                <w:szCs w:val="18"/>
              </w:rPr>
              <w:t>у</w:t>
            </w:r>
            <w:r w:rsidRPr="00DC6711">
              <w:rPr>
                <w:sz w:val="18"/>
                <w:szCs w:val="18"/>
              </w:rPr>
              <w:t>живанию систем вентиляции и кондиционирования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Рабочий по комплексному о</w:t>
            </w:r>
            <w:r w:rsidRPr="00DC6711">
              <w:rPr>
                <w:sz w:val="18"/>
                <w:szCs w:val="18"/>
              </w:rPr>
              <w:t>б</w:t>
            </w:r>
            <w:r w:rsidRPr="00DC6711">
              <w:rPr>
                <w:sz w:val="18"/>
                <w:szCs w:val="18"/>
              </w:rPr>
              <w:t>служиванию и ремонту зданий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Станочник широкого профиля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058.10.088 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b/>
                <w:sz w:val="18"/>
                <w:szCs w:val="18"/>
              </w:rPr>
            </w:pPr>
            <w:r w:rsidRPr="00DC6711">
              <w:rPr>
                <w:b/>
                <w:sz w:val="18"/>
                <w:szCs w:val="18"/>
              </w:rPr>
              <w:t>11. Транспортный участок №17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058.11.089 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 xml:space="preserve">Начальник </w:t>
            </w:r>
            <w:proofErr w:type="gramStart"/>
            <w:r w:rsidRPr="00DC6711">
              <w:rPr>
                <w:sz w:val="18"/>
                <w:szCs w:val="18"/>
              </w:rPr>
              <w:t>транспортного</w:t>
            </w:r>
            <w:proofErr w:type="gramEnd"/>
            <w:r w:rsidRPr="00DC6711">
              <w:rPr>
                <w:sz w:val="18"/>
                <w:szCs w:val="18"/>
              </w:rPr>
              <w:t xml:space="preserve"> </w:t>
            </w:r>
            <w:proofErr w:type="spellStart"/>
            <w:r w:rsidRPr="00DC6711">
              <w:rPr>
                <w:sz w:val="18"/>
                <w:szCs w:val="18"/>
              </w:rPr>
              <w:t>уч</w:t>
            </w:r>
            <w:r w:rsidRPr="00DC6711">
              <w:rPr>
                <w:sz w:val="18"/>
                <w:szCs w:val="18"/>
              </w:rPr>
              <w:t>а</w:t>
            </w:r>
            <w:r w:rsidRPr="00DC6711">
              <w:rPr>
                <w:sz w:val="18"/>
                <w:szCs w:val="18"/>
              </w:rPr>
              <w:t>стка-механик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058.11.090 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Инспектор по проведению проф. осмотра водителей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058.11.091 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C6711" w:rsidRPr="00F06873" w:rsidTr="004654AF">
        <w:tc>
          <w:tcPr>
            <w:tcW w:w="959" w:type="dxa"/>
            <w:shd w:val="clear" w:color="auto" w:fill="auto"/>
            <w:vAlign w:val="center"/>
          </w:tcPr>
          <w:p w:rsidR="00DC6711" w:rsidRDefault="00DC671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058.11.092 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C6711" w:rsidRPr="00DC6711" w:rsidRDefault="00DC6711" w:rsidP="001B19D8">
            <w:pPr>
              <w:jc w:val="center"/>
              <w:rPr>
                <w:sz w:val="18"/>
                <w:szCs w:val="18"/>
              </w:rPr>
            </w:pPr>
            <w:r w:rsidRPr="00DC6711"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C6711" w:rsidRDefault="00DC671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4654AF" w:rsidRDefault="004654AF" w:rsidP="009D6532">
      <w:r>
        <w:t>Дата составления: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C6711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C6711" w:rsidP="009D6532">
            <w:pPr>
              <w:pStyle w:val="aa"/>
            </w:pPr>
            <w:r>
              <w:t>Прохоров Юрий Александрович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DC6711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C6711" w:rsidP="009D6532">
            <w:pPr>
              <w:pStyle w:val="aa"/>
            </w:pPr>
            <w:r>
              <w:t>Заместитель генерального директора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C6711" w:rsidP="009D6532">
            <w:pPr>
              <w:pStyle w:val="aa"/>
            </w:pPr>
            <w:r>
              <w:t>Дзюба Маргарита Борисовна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DC6711" w:rsidRPr="00DC6711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r>
              <w:t>Юрисконсульт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proofErr w:type="spellStart"/>
            <w:r>
              <w:t>Посаднева</w:t>
            </w:r>
            <w:proofErr w:type="spellEnd"/>
            <w:r>
              <w:t xml:space="preserve"> Юлия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</w:tr>
      <w:tr w:rsidR="00DC6711" w:rsidRPr="00DC6711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(дата)</w:t>
            </w:r>
          </w:p>
        </w:tc>
      </w:tr>
      <w:tr w:rsidR="00DC6711" w:rsidRPr="00DC6711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r>
              <w:t>Заместитель главного инженера, н</w:t>
            </w:r>
            <w:r>
              <w:t>а</w:t>
            </w:r>
            <w:r>
              <w:t>чальник ПТО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r>
              <w:t>Барашков Александр Петрович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</w:tr>
      <w:tr w:rsidR="00DC6711" w:rsidRPr="00DC6711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(дата)</w:t>
            </w:r>
          </w:p>
        </w:tc>
      </w:tr>
      <w:tr w:rsidR="00DC6711" w:rsidRPr="00DC6711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r>
              <w:t>Максимова Светлана Евгеньевна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</w:tr>
      <w:tr w:rsidR="00DC6711" w:rsidRPr="00DC6711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(дата)</w:t>
            </w:r>
          </w:p>
        </w:tc>
      </w:tr>
      <w:tr w:rsidR="00DC6711" w:rsidRPr="00DC6711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r>
              <w:t>Начальник экономического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r>
              <w:t>Левицкая Лариса Владимировна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</w:tr>
      <w:tr w:rsidR="00DC6711" w:rsidRPr="00DC6711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(дата)</w:t>
            </w:r>
          </w:p>
        </w:tc>
      </w:tr>
      <w:tr w:rsidR="00DC6711" w:rsidRPr="00DC6711" w:rsidTr="00DC67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r>
              <w:lastRenderedPageBreak/>
              <w:t>Ведущий инженер охраны труда и п</w:t>
            </w:r>
            <w:r>
              <w:t>о</w:t>
            </w:r>
            <w:r>
              <w:t>жарной безопасности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  <w:r>
              <w:t>Воронков Сергей Геннадьевич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6711" w:rsidRPr="00DC6711" w:rsidRDefault="00DC6711" w:rsidP="009D6532">
            <w:pPr>
              <w:pStyle w:val="aa"/>
            </w:pPr>
          </w:p>
        </w:tc>
      </w:tr>
      <w:tr w:rsidR="00DC6711" w:rsidRPr="00DC6711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DC6711" w:rsidRPr="00DC6711" w:rsidRDefault="00DC6711" w:rsidP="009D6532">
            <w:pPr>
              <w:pStyle w:val="aa"/>
              <w:rPr>
                <w:vertAlign w:val="superscript"/>
              </w:rPr>
            </w:pPr>
            <w:r w:rsidRPr="00DC6711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Tr="002743B5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284" w:type="dxa"/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284" w:type="dxa"/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284" w:type="dxa"/>
            <w:vAlign w:val="bottom"/>
          </w:tcPr>
          <w:p w:rsidR="002743B5" w:rsidRPr="004E51DC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743B5" w:rsidRPr="004E51DC" w:rsidRDefault="002743B5" w:rsidP="002743B5">
            <w:pPr>
              <w:pStyle w:val="aa"/>
            </w:pPr>
          </w:p>
        </w:tc>
      </w:tr>
      <w:tr w:rsidR="002743B5" w:rsidRPr="000905BE" w:rsidTr="002743B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(№ в реестре</w:t>
            </w:r>
            <w:r w:rsidR="004654AF">
              <w:rPr>
                <w:vertAlign w:val="superscript"/>
              </w:rPr>
              <w:t xml:space="preserve"> экспертов</w:t>
            </w:r>
            <w:r w:rsidRPr="000905BE"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2743B5" w:rsidRPr="000905BE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743B5" w:rsidRPr="000905BE" w:rsidRDefault="002743B5" w:rsidP="002743B5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eh_info" w:val="Открытое акционерное общество &quot;ЭНЕРГИЯ-ТЕНЗОР&quot;"/>
    <w:docVar w:name="org_name" w:val="     "/>
    <w:docVar w:name="sv_docs" w:val="1"/>
  </w:docVars>
  <w:rsids>
    <w:rsidRoot w:val="00DC6711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C671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</Template>
  <TotalTime>0</TotalTime>
  <Pages>7</Pages>
  <Words>1871</Words>
  <Characters>10667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Microsoft</Company>
  <LinksUpToDate>false</LinksUpToDate>
  <CharactersWithSpaces>12513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Admin</dc:creator>
  <cp:lastModifiedBy>Admin</cp:lastModifiedBy>
  <cp:revision>1</cp:revision>
  <dcterms:created xsi:type="dcterms:W3CDTF">2014-08-18T12:06:00Z</dcterms:created>
  <dcterms:modified xsi:type="dcterms:W3CDTF">2014-08-18T12:06:00Z</dcterms:modified>
</cp:coreProperties>
</file>